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01AB" w:rsidRDefault="007E01AB" w:rsidP="007E01AB">
      <w:pPr>
        <w:jc w:val="center"/>
        <w:rPr>
          <w:b/>
          <w:bCs/>
          <w:i/>
          <w:iCs/>
          <w:sz w:val="40"/>
        </w:rPr>
      </w:pPr>
      <w:bookmarkStart w:id="0" w:name="_GoBack"/>
      <w:bookmarkEnd w:id="0"/>
      <w:r>
        <w:rPr>
          <w:b/>
          <w:bCs/>
          <w:i/>
          <w:iCs/>
          <w:sz w:val="40"/>
        </w:rPr>
        <w:t>Biome Studies</w:t>
      </w:r>
    </w:p>
    <w:p w:rsidR="007E01AB" w:rsidRDefault="007E01AB" w:rsidP="007E01AB">
      <w:pPr>
        <w:pStyle w:val="Heading1"/>
      </w:pPr>
      <w:r>
        <w:rPr>
          <w:sz w:val="40"/>
        </w:rPr>
        <w:t>Presentation</w:t>
      </w:r>
    </w:p>
    <w:p w:rsidR="007E01AB" w:rsidRDefault="007E01AB" w:rsidP="007E01AB"/>
    <w:p w:rsidR="007E01AB" w:rsidRDefault="007E01AB" w:rsidP="007E01AB">
      <w:r>
        <w:t>You will prepare a mini presentation.  You will pick one of the Biomes in section 2 and create an informational page (but not limited to one page, no more than three pages).  The page must be typed with one picture of the Biome.  We will present these in class on Wednesday.  Your presentation should include the following…</w:t>
      </w:r>
    </w:p>
    <w:p w:rsidR="007E01AB" w:rsidRDefault="007E01AB" w:rsidP="007E01AB"/>
    <w:p w:rsidR="007E01AB" w:rsidRDefault="007E01AB" w:rsidP="007E01AB">
      <w:r>
        <w:rPr>
          <w:b/>
          <w:bCs/>
        </w:rPr>
        <w:t>Informational Requirements:</w:t>
      </w:r>
      <w:r>
        <w:br/>
      </w:r>
      <w:r>
        <w:tab/>
        <w:t>a.  Location throughout the world</w:t>
      </w:r>
    </w:p>
    <w:p w:rsidR="007E01AB" w:rsidRDefault="007E01AB" w:rsidP="007E01AB">
      <w:pPr>
        <w:ind w:firstLine="720"/>
      </w:pPr>
      <w:r>
        <w:t xml:space="preserve">b.  Description of the climate </w:t>
      </w:r>
    </w:p>
    <w:p w:rsidR="007E01AB" w:rsidRDefault="007E01AB" w:rsidP="007E01AB">
      <w:r>
        <w:tab/>
      </w:r>
      <w:r>
        <w:tab/>
        <w:t xml:space="preserve">1.  </w:t>
      </w:r>
      <w:proofErr w:type="gramStart"/>
      <w:r>
        <w:t>temperatures</w:t>
      </w:r>
      <w:proofErr w:type="gramEnd"/>
    </w:p>
    <w:p w:rsidR="007E01AB" w:rsidRDefault="007E01AB" w:rsidP="007E01AB">
      <w:r>
        <w:tab/>
      </w:r>
      <w:r>
        <w:tab/>
        <w:t xml:space="preserve">2.  </w:t>
      </w:r>
      <w:proofErr w:type="gramStart"/>
      <w:r>
        <w:t>precipitation</w:t>
      </w:r>
      <w:proofErr w:type="gramEnd"/>
    </w:p>
    <w:p w:rsidR="007E01AB" w:rsidRDefault="007E01AB" w:rsidP="007E01AB">
      <w:r>
        <w:tab/>
      </w:r>
      <w:r>
        <w:tab/>
        <w:t xml:space="preserve">3.  </w:t>
      </w:r>
      <w:proofErr w:type="gramStart"/>
      <w:r>
        <w:t>seasonal</w:t>
      </w:r>
      <w:proofErr w:type="gramEnd"/>
      <w:r>
        <w:t xml:space="preserve"> changes</w:t>
      </w:r>
    </w:p>
    <w:p w:rsidR="007E01AB" w:rsidRDefault="007E01AB" w:rsidP="007E01AB">
      <w:r>
        <w:tab/>
      </w:r>
      <w:r>
        <w:tab/>
        <w:t xml:space="preserve">4.  </w:t>
      </w:r>
      <w:proofErr w:type="gramStart"/>
      <w:r>
        <w:t>other</w:t>
      </w:r>
      <w:proofErr w:type="gramEnd"/>
    </w:p>
    <w:p w:rsidR="007E01AB" w:rsidRDefault="007E01AB" w:rsidP="007E01AB">
      <w:r>
        <w:tab/>
        <w:t>c.  Description of the types of plants found in this biome</w:t>
      </w:r>
    </w:p>
    <w:p w:rsidR="007E01AB" w:rsidRDefault="007E01AB" w:rsidP="007E01AB">
      <w:r>
        <w:tab/>
        <w:t>d.  Description of the types of animals found in this biome</w:t>
      </w:r>
    </w:p>
    <w:p w:rsidR="007E01AB" w:rsidRDefault="007E01AB" w:rsidP="007E01AB">
      <w:r>
        <w:tab/>
        <w:t>e.  Best form of transportation to, from and within the climate.</w:t>
      </w:r>
    </w:p>
    <w:p w:rsidR="007E01AB" w:rsidRDefault="007E01AB" w:rsidP="007E01AB"/>
    <w:p w:rsidR="007E01AB" w:rsidRDefault="007E01AB" w:rsidP="007E01AB">
      <w:pPr>
        <w:rPr>
          <w:b/>
          <w:bCs/>
        </w:rPr>
      </w:pPr>
      <w:r>
        <w:rPr>
          <w:b/>
          <w:bCs/>
        </w:rPr>
        <w:t>Presentation</w:t>
      </w:r>
      <w:r>
        <w:t>:</w:t>
      </w:r>
    </w:p>
    <w:p w:rsidR="007E01AB" w:rsidRDefault="007E01AB" w:rsidP="007E01AB">
      <w:r>
        <w:rPr>
          <w:b/>
          <w:bCs/>
        </w:rPr>
        <w:tab/>
      </w:r>
      <w:r>
        <w:t>You will show your picture to the class.  You will be graded on the content, clarity and creativity of your presentation.</w:t>
      </w:r>
    </w:p>
    <w:p w:rsidR="007E01AB" w:rsidRDefault="007E01AB" w:rsidP="007E01AB">
      <w:pPr>
        <w:rPr>
          <w:sz w:val="22"/>
          <w:szCs w:val="22"/>
        </w:rPr>
      </w:pPr>
    </w:p>
    <w:p w:rsidR="007E01AB" w:rsidRDefault="007E01AB" w:rsidP="007E01AB">
      <w:pPr>
        <w:rPr>
          <w:sz w:val="22"/>
          <w:szCs w:val="22"/>
        </w:rPr>
      </w:pPr>
      <w:r>
        <w:rPr>
          <w:sz w:val="22"/>
          <w:szCs w:val="22"/>
        </w:rPr>
        <w:br w:type="page"/>
      </w:r>
    </w:p>
    <w:p w:rsidR="007E01AB" w:rsidRDefault="007E01AB" w:rsidP="007E01AB">
      <w:pPr>
        <w:tabs>
          <w:tab w:val="left" w:pos="5070"/>
        </w:tabs>
        <w:spacing w:line="360" w:lineRule="auto"/>
        <w:jc w:val="center"/>
        <w:rPr>
          <w:b/>
          <w:bCs/>
          <w:sz w:val="28"/>
        </w:rPr>
      </w:pPr>
      <w:r>
        <w:rPr>
          <w:b/>
          <w:bCs/>
          <w:i/>
          <w:iCs/>
          <w:sz w:val="28"/>
        </w:rPr>
        <w:t>Biome Presentation Rubric</w:t>
      </w:r>
    </w:p>
    <w:p w:rsidR="007E01AB" w:rsidRDefault="007E01AB" w:rsidP="007E01AB">
      <w:pPr>
        <w:tabs>
          <w:tab w:val="left" w:pos="5070"/>
        </w:tabs>
        <w:rPr>
          <w:b/>
          <w:bCs/>
          <w:sz w:val="28"/>
          <w:u w:val="single"/>
        </w:rPr>
      </w:pPr>
      <w:r>
        <w:rPr>
          <w:b/>
          <w:bCs/>
          <w:sz w:val="28"/>
          <w:u w:val="single"/>
        </w:rPr>
        <w:t>Presentation</w:t>
      </w:r>
    </w:p>
    <w:p w:rsidR="007E01AB" w:rsidRDefault="007E01AB" w:rsidP="007E01AB">
      <w:pPr>
        <w:tabs>
          <w:tab w:val="left" w:pos="5070"/>
        </w:tabs>
        <w:rPr>
          <w:b/>
          <w:bCs/>
          <w:i/>
          <w:iCs/>
        </w:rPr>
      </w:pPr>
      <w:r>
        <w:rPr>
          <w:b/>
          <w:bCs/>
          <w:i/>
          <w:iCs/>
        </w:rPr>
        <w:t>Content:</w:t>
      </w:r>
    </w:p>
    <w:p w:rsidR="007E01AB" w:rsidRDefault="007E01AB" w:rsidP="007E01AB">
      <w:pPr>
        <w:tabs>
          <w:tab w:val="left" w:pos="5070"/>
        </w:tabs>
        <w:spacing w:line="360" w:lineRule="auto"/>
      </w:pPr>
      <w:r>
        <w:t>Is the following information included in the presentation?</w:t>
      </w:r>
    </w:p>
    <w:p w:rsidR="007E01AB" w:rsidRDefault="007E01AB" w:rsidP="007E01AB">
      <w:pPr>
        <w:spacing w:line="360" w:lineRule="auto"/>
      </w:pPr>
      <w:r>
        <w:tab/>
        <w:t xml:space="preserve">a.  </w:t>
      </w:r>
      <w:r>
        <w:rPr>
          <w:b/>
          <w:bCs/>
          <w:i/>
          <w:iCs/>
        </w:rPr>
        <w:t>Location</w:t>
      </w:r>
      <w:r>
        <w:t xml:space="preserve"> throughout the world.................................._______/2</w:t>
      </w:r>
    </w:p>
    <w:p w:rsidR="007E01AB" w:rsidRDefault="007E01AB" w:rsidP="007E01AB">
      <w:pPr>
        <w:spacing w:line="360" w:lineRule="auto"/>
        <w:ind w:firstLine="720"/>
      </w:pPr>
      <w:r>
        <w:t xml:space="preserve">b.  Description of the climate </w:t>
      </w:r>
    </w:p>
    <w:p w:rsidR="007E01AB" w:rsidRDefault="007E01AB" w:rsidP="007E01AB">
      <w:pPr>
        <w:spacing w:line="360" w:lineRule="auto"/>
      </w:pPr>
      <w:r>
        <w:tab/>
      </w:r>
      <w:r>
        <w:tab/>
        <w:t xml:space="preserve">1.  </w:t>
      </w:r>
      <w:r>
        <w:rPr>
          <w:b/>
          <w:bCs/>
          <w:i/>
          <w:iCs/>
        </w:rPr>
        <w:t>temperatures</w:t>
      </w:r>
      <w:r>
        <w:t>.................................................._______/2</w:t>
      </w:r>
    </w:p>
    <w:p w:rsidR="007E01AB" w:rsidRDefault="007E01AB" w:rsidP="007E01AB">
      <w:pPr>
        <w:spacing w:line="360" w:lineRule="auto"/>
      </w:pPr>
      <w:r>
        <w:tab/>
      </w:r>
      <w:r>
        <w:tab/>
        <w:t xml:space="preserve">2.  </w:t>
      </w:r>
      <w:r>
        <w:rPr>
          <w:b/>
          <w:bCs/>
          <w:i/>
          <w:iCs/>
        </w:rPr>
        <w:t>precipitation</w:t>
      </w:r>
      <w:r>
        <w:t>..................................................._______/2</w:t>
      </w:r>
    </w:p>
    <w:p w:rsidR="007E01AB" w:rsidRDefault="007E01AB" w:rsidP="007E01AB">
      <w:pPr>
        <w:spacing w:line="360" w:lineRule="auto"/>
      </w:pPr>
      <w:r>
        <w:tab/>
      </w:r>
      <w:r>
        <w:tab/>
        <w:t xml:space="preserve">3.  </w:t>
      </w:r>
      <w:proofErr w:type="gramStart"/>
      <w:r>
        <w:rPr>
          <w:b/>
          <w:bCs/>
          <w:i/>
          <w:iCs/>
        </w:rPr>
        <w:t>seasonal</w:t>
      </w:r>
      <w:proofErr w:type="gramEnd"/>
      <w:r>
        <w:rPr>
          <w:b/>
          <w:bCs/>
          <w:i/>
          <w:iCs/>
        </w:rPr>
        <w:t xml:space="preserve"> changes</w:t>
      </w:r>
      <w:r>
        <w:t>.........................................._______/2</w:t>
      </w:r>
    </w:p>
    <w:p w:rsidR="007E01AB" w:rsidRDefault="007E01AB" w:rsidP="007E01AB">
      <w:pPr>
        <w:spacing w:line="360" w:lineRule="auto"/>
      </w:pPr>
      <w:r>
        <w:tab/>
      </w:r>
      <w:r>
        <w:tab/>
        <w:t xml:space="preserve">4.  </w:t>
      </w:r>
      <w:proofErr w:type="gramStart"/>
      <w:r>
        <w:rPr>
          <w:b/>
          <w:bCs/>
          <w:i/>
          <w:iCs/>
        </w:rPr>
        <w:t>other</w:t>
      </w:r>
      <w:proofErr w:type="gramEnd"/>
      <w:r>
        <w:rPr>
          <w:b/>
          <w:bCs/>
          <w:i/>
          <w:iCs/>
        </w:rPr>
        <w:t xml:space="preserve"> interesting facts</w:t>
      </w:r>
      <w:r>
        <w:t>...................................._______/10</w:t>
      </w:r>
    </w:p>
    <w:p w:rsidR="007E01AB" w:rsidRDefault="007E01AB" w:rsidP="007E01AB">
      <w:pPr>
        <w:spacing w:line="360" w:lineRule="auto"/>
      </w:pPr>
      <w:r>
        <w:tab/>
      </w:r>
      <w:proofErr w:type="gramStart"/>
      <w:r>
        <w:t>c.  Description</w:t>
      </w:r>
      <w:proofErr w:type="gramEnd"/>
      <w:r>
        <w:t xml:space="preserve"> of the types of </w:t>
      </w:r>
      <w:r>
        <w:rPr>
          <w:b/>
          <w:bCs/>
          <w:i/>
          <w:iCs/>
        </w:rPr>
        <w:t>plants</w:t>
      </w:r>
      <w:r>
        <w:t xml:space="preserve"> found in this biome...._______/5</w:t>
      </w:r>
    </w:p>
    <w:p w:rsidR="007E01AB" w:rsidRDefault="007E01AB" w:rsidP="007E01AB">
      <w:pPr>
        <w:spacing w:line="360" w:lineRule="auto"/>
      </w:pPr>
      <w:r>
        <w:tab/>
      </w:r>
      <w:proofErr w:type="gramStart"/>
      <w:r>
        <w:t>d.  Description</w:t>
      </w:r>
      <w:proofErr w:type="gramEnd"/>
      <w:r>
        <w:t xml:space="preserve"> of the types of </w:t>
      </w:r>
      <w:r>
        <w:rPr>
          <w:b/>
          <w:bCs/>
          <w:i/>
          <w:iCs/>
        </w:rPr>
        <w:t>animals</w:t>
      </w:r>
      <w:r>
        <w:t xml:space="preserve"> found in this biome...._______/5</w:t>
      </w:r>
    </w:p>
    <w:p w:rsidR="007E01AB" w:rsidRDefault="007E01AB" w:rsidP="007E01AB">
      <w:pPr>
        <w:spacing w:line="360" w:lineRule="auto"/>
      </w:pPr>
      <w:r>
        <w:tab/>
      </w:r>
      <w:proofErr w:type="gramStart"/>
      <w:r>
        <w:t>e.  Best</w:t>
      </w:r>
      <w:proofErr w:type="gramEnd"/>
      <w:r>
        <w:t xml:space="preserve"> form of </w:t>
      </w:r>
      <w:r>
        <w:rPr>
          <w:b/>
          <w:bCs/>
          <w:i/>
          <w:iCs/>
        </w:rPr>
        <w:t>transportatio</w:t>
      </w:r>
      <w:r>
        <w:t>n to, from and within the climate._______/5</w:t>
      </w:r>
    </w:p>
    <w:p w:rsidR="007E01AB" w:rsidRDefault="007E01AB" w:rsidP="007E01AB">
      <w:pPr>
        <w:tabs>
          <w:tab w:val="left" w:pos="5070"/>
        </w:tabs>
        <w:spacing w:line="360" w:lineRule="auto"/>
      </w:pPr>
      <w:r>
        <w:t xml:space="preserve">            f.   </w:t>
      </w:r>
      <w:r>
        <w:rPr>
          <w:b/>
          <w:bCs/>
          <w:i/>
          <w:iCs/>
        </w:rPr>
        <w:t>Points of interest</w:t>
      </w:r>
      <w:r>
        <w:t>.............................................................._______/10</w:t>
      </w:r>
    </w:p>
    <w:p w:rsidR="007E01AB" w:rsidRDefault="007E01AB" w:rsidP="007E01AB">
      <w:pPr>
        <w:tabs>
          <w:tab w:val="left" w:pos="5070"/>
        </w:tabs>
        <w:rPr>
          <w:b/>
          <w:bCs/>
          <w:i/>
          <w:iCs/>
        </w:rPr>
      </w:pPr>
      <w:r>
        <w:rPr>
          <w:b/>
          <w:bCs/>
          <w:i/>
          <w:iCs/>
        </w:rPr>
        <w:t>Creativity:</w:t>
      </w:r>
    </w:p>
    <w:p w:rsidR="007E01AB" w:rsidRDefault="007E01AB" w:rsidP="007E01AB">
      <w:pPr>
        <w:tabs>
          <w:tab w:val="left" w:pos="5070"/>
        </w:tabs>
        <w:spacing w:line="480" w:lineRule="auto"/>
      </w:pPr>
      <w:r>
        <w:t xml:space="preserve">a.  Did the students present the work in an </w:t>
      </w:r>
      <w:r>
        <w:rPr>
          <w:b/>
          <w:bCs/>
          <w:i/>
          <w:iCs/>
        </w:rPr>
        <w:t>original format</w:t>
      </w:r>
      <w:r>
        <w:t>? ..........._______/20</w:t>
      </w:r>
    </w:p>
    <w:p w:rsidR="007E01AB" w:rsidRDefault="007E01AB" w:rsidP="007E01AB">
      <w:pPr>
        <w:tabs>
          <w:tab w:val="left" w:pos="5070"/>
        </w:tabs>
        <w:spacing w:line="480" w:lineRule="auto"/>
      </w:pPr>
      <w:r>
        <w:t xml:space="preserve">b.   Was the presentation </w:t>
      </w:r>
      <w:r>
        <w:rPr>
          <w:b/>
          <w:bCs/>
          <w:i/>
          <w:iCs/>
        </w:rPr>
        <w:t xml:space="preserve">organized </w:t>
      </w:r>
      <w:r>
        <w:t xml:space="preserve">and </w:t>
      </w:r>
      <w:r>
        <w:rPr>
          <w:b/>
          <w:bCs/>
          <w:i/>
          <w:iCs/>
        </w:rPr>
        <w:t>well prepared</w:t>
      </w:r>
      <w:r>
        <w:t>? ................_______/20</w:t>
      </w:r>
    </w:p>
    <w:p w:rsidR="000A26A8" w:rsidRDefault="007A3062" w:rsidP="007E01AB"/>
    <w:sectPr w:rsidR="000A26A8" w:rsidSect="000A26A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0045A9"/>
    <w:rsid w:val="000045A9"/>
    <w:rsid w:val="007A3062"/>
    <w:rsid w:val="007E01A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1AB"/>
    <w:rPr>
      <w:rFonts w:ascii="Arial" w:eastAsia="Times New Roman" w:hAnsi="Arial" w:cs="Times New Roman"/>
    </w:rPr>
  </w:style>
  <w:style w:type="paragraph" w:styleId="Heading1">
    <w:name w:val="heading 1"/>
    <w:basedOn w:val="Normal"/>
    <w:next w:val="Normal"/>
    <w:link w:val="Heading1Char"/>
    <w:qFormat/>
    <w:rsid w:val="007E01AB"/>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01AB"/>
    <w:rPr>
      <w:rFonts w:ascii="Arial" w:eastAsia="Times New Roman" w:hAnsi="Arial"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29D07578</Template>
  <TotalTime>0</TotalTime>
  <Pages>2</Pages>
  <Words>281</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Ulrich</dc:creator>
  <cp:lastModifiedBy>CCGAFaculty21</cp:lastModifiedBy>
  <cp:revision>2</cp:revision>
  <dcterms:created xsi:type="dcterms:W3CDTF">2011-10-26T17:19:00Z</dcterms:created>
  <dcterms:modified xsi:type="dcterms:W3CDTF">2011-10-26T17:19:00Z</dcterms:modified>
</cp:coreProperties>
</file>